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AD2" w:rsidRDefault="006B3AD2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</w:p>
    <w:p w:rsidR="002F2422" w:rsidRPr="002F2422" w:rsidRDefault="002F2422" w:rsidP="002F2422"/>
    <w:p w:rsidR="00DA5F20" w:rsidRDefault="00DA5F20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1.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Komunikace mezi zadavatelem a účastníky</w:t>
      </w:r>
    </w:p>
    <w:p w:rsidR="00CD7B85" w:rsidRPr="00CD7B85" w:rsidRDefault="00CD7B85" w:rsidP="00CD7B85"/>
    <w:p w:rsidR="00A95C57" w:rsidRPr="00CD7B85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1C0CAE">
        <w:rPr>
          <w:rFonts w:asciiTheme="minorHAnsi" w:hAnsiTheme="minorHAnsi"/>
          <w:sz w:val="22"/>
          <w:szCs w:val="22"/>
        </w:rPr>
        <w:t>Z</w:t>
      </w:r>
      <w:r w:rsidR="0095383B">
        <w:rPr>
          <w:rFonts w:asciiTheme="minorHAnsi" w:hAnsiTheme="minorHAnsi"/>
          <w:sz w:val="22"/>
          <w:szCs w:val="22"/>
        </w:rPr>
        <w:t>de uvedené požadavky na e</w:t>
      </w:r>
      <w:bookmarkStart w:id="0" w:name="_GoBack"/>
      <w:bookmarkEnd w:id="0"/>
      <w:r w:rsidR="00B53D20">
        <w:rPr>
          <w:rFonts w:asciiTheme="minorHAnsi" w:hAnsiTheme="minorHAnsi"/>
          <w:sz w:val="22"/>
          <w:szCs w:val="22"/>
        </w:rPr>
        <w:t>le</w:t>
      </w:r>
      <w:r w:rsidR="00A95C57" w:rsidRPr="00CD7B85">
        <w:rPr>
          <w:rFonts w:asciiTheme="minorHAnsi" w:hAnsiTheme="minorHAnsi"/>
          <w:sz w:val="22"/>
          <w:szCs w:val="22"/>
        </w:rPr>
        <w:t xml:space="preserve">ktronickou komunikaci se týkají výlučně veřejných zakázek malého rozsahu, u nichž zadavatel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nestanovil povinnost elektronického podpisu</w:t>
      </w:r>
      <w:r w:rsidR="00A95C57" w:rsidRPr="00CD7B85">
        <w:rPr>
          <w:rFonts w:asciiTheme="minorHAnsi" w:hAnsiTheme="minorHAnsi"/>
          <w:sz w:val="22"/>
          <w:szCs w:val="22"/>
        </w:rPr>
        <w:t xml:space="preserve"> a nestanovil ani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povinnost šifrování nabídek</w:t>
      </w:r>
      <w:r w:rsidR="00A95C57" w:rsidRPr="00CD7B85">
        <w:rPr>
          <w:rFonts w:asciiTheme="minorHAnsi" w:hAnsiTheme="minorHAnsi"/>
          <w:sz w:val="22"/>
          <w:szCs w:val="22"/>
        </w:rPr>
        <w:t>.</w:t>
      </w:r>
    </w:p>
    <w:p w:rsidR="00A95C57" w:rsidRPr="00CD7B85" w:rsidRDefault="00A95C57" w:rsidP="00A95C57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 xml:space="preserve">Podávání nabídek, podávání žádosti o vysvětlení zadávací dokumentace, doplňování kvalifikace, vysvětlování nabídky a </w:t>
      </w:r>
      <w:r w:rsidR="004D61AF">
        <w:rPr>
          <w:rFonts w:asciiTheme="minorHAnsi" w:hAnsiTheme="minorHAnsi"/>
          <w:sz w:val="22"/>
          <w:szCs w:val="22"/>
        </w:rPr>
        <w:t>p</w:t>
      </w:r>
      <w:r w:rsidR="00AD10B0">
        <w:rPr>
          <w:rFonts w:asciiTheme="minorHAnsi" w:hAnsiTheme="minorHAnsi"/>
          <w:sz w:val="22"/>
          <w:szCs w:val="22"/>
        </w:rPr>
        <w:t>o</w:t>
      </w:r>
      <w:r w:rsidRPr="00CD7B85">
        <w:rPr>
          <w:rFonts w:asciiTheme="minorHAnsi" w:hAnsiTheme="minorHAnsi"/>
          <w:sz w:val="22"/>
          <w:szCs w:val="22"/>
        </w:rPr>
        <w:t>dávání námitky zadavateli se bude mezi účastníkem a zadavatelem realizovat výlučně elektronicky v českém jazyce a způsobem, který zaručí úplnost a obsah všech dokumentů a z</w:t>
      </w:r>
      <w:r w:rsidR="004A5F6B">
        <w:rPr>
          <w:rFonts w:asciiTheme="minorHAnsi" w:hAnsiTheme="minorHAnsi"/>
          <w:sz w:val="22"/>
          <w:szCs w:val="22"/>
        </w:rPr>
        <w:t>a</w:t>
      </w:r>
      <w:r w:rsidRPr="00CD7B85">
        <w:rPr>
          <w:rFonts w:asciiTheme="minorHAnsi" w:hAnsiTheme="minorHAnsi"/>
          <w:sz w:val="22"/>
          <w:szCs w:val="22"/>
        </w:rPr>
        <w:t>ručí ochranu důvěrných a osobních údajů v těchto dokumentech.</w:t>
      </w:r>
      <w:r w:rsidR="0039473F" w:rsidRPr="00CD7B85">
        <w:rPr>
          <w:rFonts w:asciiTheme="minorHAnsi" w:hAnsiTheme="minorHAnsi"/>
          <w:sz w:val="22"/>
          <w:szCs w:val="22"/>
        </w:rPr>
        <w:t xml:space="preserve"> Elektronická komunikace prostřednictvím systému JOSEPHINE se netýká komunikace s třetí osobou.</w:t>
      </w:r>
    </w:p>
    <w:p w:rsidR="00DA5F20" w:rsidRPr="00CD7B85" w:rsidRDefault="00A95C57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3</w:t>
      </w:r>
      <w:r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ab/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Zad</w:t>
      </w:r>
      <w:r w:rsidR="0040059F">
        <w:rPr>
          <w:rFonts w:asciiTheme="minorHAnsi" w:hAnsiTheme="minorHAnsi"/>
          <w:b/>
          <w:sz w:val="22"/>
          <w:szCs w:val="22"/>
          <w:highlight w:val="yellow"/>
        </w:rPr>
        <w:t>a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vatel bude při ko</w:t>
      </w:r>
      <w:r w:rsidR="00C508C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munikaci s účastníky postupovat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prostřednictvím komunikačního rozhraní systému JOSEPHINE. Tento způsob komunikace se týká jakékoliv elektronické komunikace, resp. elektronického podávání </w:t>
      </w:r>
      <w:r w:rsidR="009E50B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nabídek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mezi zadavatelem a účastníky</w:t>
      </w:r>
      <w:r w:rsidR="00DA5F20" w:rsidRPr="00CD7B85">
        <w:rPr>
          <w:rFonts w:asciiTheme="minorHAnsi" w:hAnsiTheme="minorHAnsi"/>
          <w:sz w:val="22"/>
          <w:szCs w:val="22"/>
          <w:highlight w:val="yellow"/>
        </w:rPr>
        <w:t>.</w:t>
      </w:r>
    </w:p>
    <w:p w:rsidR="00DA5F20" w:rsidRPr="00707600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CE3E16" w:rsidRPr="00CD7B85">
        <w:rPr>
          <w:rFonts w:asciiTheme="minorHAnsi" w:hAnsiTheme="minorHAnsi"/>
          <w:sz w:val="22"/>
          <w:szCs w:val="22"/>
        </w:rPr>
        <w:t xml:space="preserve">JOSEPHINE se </w:t>
      </w:r>
      <w:r w:rsidRPr="00CD7B85">
        <w:rPr>
          <w:rFonts w:asciiTheme="minorHAnsi" w:hAnsiTheme="minorHAnsi"/>
          <w:sz w:val="22"/>
          <w:szCs w:val="22"/>
        </w:rPr>
        <w:t xml:space="preserve">pro účely zadávání veřejných zakázek rozumí systém pro elektronické podávání nabídek a pro elektronickou komunikaci. JOSEPHINE je webová aplikace na doméně </w:t>
      </w:r>
      <w:hyperlink r:id="rId8" w:history="1">
        <w:r w:rsidRPr="00707600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</w:t>
        </w:r>
      </w:hyperlink>
      <w:r w:rsidRPr="00707600">
        <w:rPr>
          <w:rFonts w:asciiTheme="minorHAnsi" w:hAnsiTheme="minorHAnsi"/>
          <w:b/>
          <w:sz w:val="22"/>
          <w:szCs w:val="22"/>
          <w:u w:val="single"/>
        </w:rPr>
        <w:t>.</w:t>
      </w:r>
    </w:p>
    <w:p w:rsidR="0039473F" w:rsidRPr="00CD7B85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5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0049F3">
        <w:rPr>
          <w:rFonts w:asciiTheme="minorHAnsi" w:hAnsiTheme="minorHAnsi"/>
          <w:sz w:val="22"/>
          <w:szCs w:val="22"/>
        </w:rPr>
        <w:t xml:space="preserve">Pro bezproblémové používaní </w:t>
      </w:r>
      <w:r w:rsidRPr="00CD7B85">
        <w:rPr>
          <w:rFonts w:asciiTheme="minorHAnsi" w:hAnsiTheme="minorHAnsi"/>
          <w:sz w:val="22"/>
          <w:szCs w:val="22"/>
        </w:rPr>
        <w:t xml:space="preserve">systému JOSEPHINE </w:t>
      </w:r>
      <w:r w:rsidR="0039473F" w:rsidRPr="00CD7B85">
        <w:rPr>
          <w:rFonts w:asciiTheme="minorHAnsi" w:hAnsiTheme="minorHAnsi"/>
          <w:sz w:val="22"/>
          <w:szCs w:val="22"/>
        </w:rPr>
        <w:t xml:space="preserve"> ve veřejných zakázkách malého rozsahu </w:t>
      </w:r>
      <w:r w:rsidRPr="00CD7B85">
        <w:rPr>
          <w:rFonts w:asciiTheme="minorHAnsi" w:hAnsiTheme="minorHAnsi"/>
          <w:sz w:val="22"/>
          <w:szCs w:val="22"/>
        </w:rPr>
        <w:t>je nutné používat</w:t>
      </w:r>
      <w:r w:rsidR="0039473F" w:rsidRPr="00CD7B85">
        <w:rPr>
          <w:rFonts w:asciiTheme="minorHAnsi" w:hAnsiTheme="minorHAnsi"/>
          <w:sz w:val="22"/>
          <w:szCs w:val="22"/>
        </w:rPr>
        <w:t xml:space="preserve"> jeden z podporovaných internetových prohlížečů:</w:t>
      </w:r>
    </w:p>
    <w:p w:rsidR="00DA5F20" w:rsidRPr="00CD7B85" w:rsidRDefault="00DA5F20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Microsoft Intern</w:t>
      </w:r>
      <w:r w:rsidR="0039473F" w:rsidRPr="00CD7B85">
        <w:rPr>
          <w:rFonts w:asciiTheme="minorHAnsi" w:hAnsiTheme="minorHAnsi"/>
        </w:rPr>
        <w:t>et Explorer verze 11.0 a 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proofErr w:type="spellStart"/>
      <w:r w:rsidRPr="00CD7B85">
        <w:rPr>
          <w:rFonts w:asciiTheme="minorHAnsi" w:hAnsiTheme="minorHAnsi"/>
        </w:rPr>
        <w:t>Mozilla</w:t>
      </w:r>
      <w:proofErr w:type="spellEnd"/>
      <w:r w:rsidRPr="00CD7B85">
        <w:rPr>
          <w:rFonts w:asciiTheme="minorHAnsi" w:hAnsiTheme="minorHAnsi"/>
        </w:rPr>
        <w:t xml:space="preserve"> </w:t>
      </w:r>
      <w:proofErr w:type="spellStart"/>
      <w:r w:rsidRPr="00CD7B85">
        <w:rPr>
          <w:rFonts w:asciiTheme="minorHAnsi" w:hAnsiTheme="minorHAnsi"/>
        </w:rPr>
        <w:t>Firefox</w:t>
      </w:r>
      <w:proofErr w:type="spellEnd"/>
      <w:r w:rsidRPr="00CD7B85">
        <w:rPr>
          <w:rFonts w:asciiTheme="minorHAnsi" w:hAnsiTheme="minorHAnsi"/>
        </w:rPr>
        <w:t xml:space="preserve"> 13.0 a 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Google Chrome</w:t>
      </w:r>
    </w:p>
    <w:p w:rsidR="0039473F" w:rsidRPr="00CD7B85" w:rsidRDefault="00DA5F20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</w:t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6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Doručením prostřednictvím systému JOSEPHINE se rozumí okamžik přijetí zprávy na elektronické adrese adresáta, resp. adresátů v systému JOSEPHINE. O doručení zprávy prostřednictvím systému JOSEPHINE bude pořízen záznam v souladu s platnou legislativou.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1.7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zadavatel, tak účastníkovi bude na jim určený kontaktní e-mail odeslána informace o tom, že k předmětné zakázce existuje zpráva. Účastník se přihlásí do systému a v komunikačním rozhraní zakázky bude mít zobrazen obsah zprávy.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1.8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účastník, tak po přihlášení se do systému JOSEPHINE</w:t>
      </w:r>
      <w:r w:rsidR="00393B5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může prostřednictvím tohoto systému odesílat zprávy ve výše uvedeném rozsahu. Účastník si v systému JOSEPHINE může zobrazit celou historii své komunikace se zadavatelem.</w:t>
      </w:r>
    </w:p>
    <w:p w:rsidR="00DA5F20" w:rsidRPr="00CD7B85" w:rsidRDefault="00F844CD" w:rsidP="00CD7B85">
      <w:pPr>
        <w:pStyle w:val="Default"/>
        <w:tabs>
          <w:tab w:val="num" w:pos="284"/>
        </w:tabs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1.9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V případě, že účastník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má zájem o zasílání notifikačních 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e-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mailů k veřejným zakázkám, pak zadavatel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doporučuje, aby účastník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u konkr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étní veřejné zakázky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kliknul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na ikonu</w:t>
      </w:r>
      <w:r w:rsidR="00D020CF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„ZAJÍMÁ MĚ TO“ (v pravé horní části obrazovky).</w:t>
      </w:r>
    </w:p>
    <w:p w:rsidR="00CD7B85" w:rsidRDefault="00CD7B85" w:rsidP="00CD7B85">
      <w:pPr>
        <w:pStyle w:val="Nadpis5"/>
        <w:spacing w:before="0" w:line="0" w:lineRule="atLeast"/>
        <w:jc w:val="both"/>
        <w:rPr>
          <w:rFonts w:asciiTheme="minorHAnsi" w:hAnsiTheme="minorHAnsi"/>
          <w:b/>
          <w:color w:val="auto"/>
        </w:rPr>
      </w:pPr>
    </w:p>
    <w:p w:rsidR="00216878" w:rsidRDefault="00216878" w:rsidP="00216878"/>
    <w:p w:rsidR="00A12171" w:rsidRDefault="00A12171" w:rsidP="00216878"/>
    <w:p w:rsidR="00216878" w:rsidRDefault="00216878" w:rsidP="00216878"/>
    <w:p w:rsidR="00216878" w:rsidRDefault="00216878" w:rsidP="00C1162E"/>
    <w:p w:rsidR="00B03FF0" w:rsidRDefault="00B03FF0" w:rsidP="00C1162E"/>
    <w:p w:rsidR="00037BAD" w:rsidRDefault="00037BAD" w:rsidP="00C1162E"/>
    <w:p w:rsidR="002F2422" w:rsidRDefault="002F2422" w:rsidP="00C1162E"/>
    <w:p w:rsidR="00A65C30" w:rsidRDefault="00A65C30" w:rsidP="00C1162E"/>
    <w:p w:rsidR="00A65C30" w:rsidRDefault="00A65C30" w:rsidP="00C1162E"/>
    <w:p w:rsidR="00A65C30" w:rsidRDefault="00A65C30" w:rsidP="00C1162E"/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2.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Registrace</w:t>
      </w:r>
    </w:p>
    <w:p w:rsidR="00CD7B85" w:rsidRPr="00CD7B85" w:rsidRDefault="00CD7B85" w:rsidP="00CD7B85"/>
    <w:p w:rsidR="00DA5F20" w:rsidRPr="00CD7B85" w:rsidRDefault="000A51FA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</w:t>
      </w:r>
      <w:r w:rsidR="00DA5F20" w:rsidRPr="00CD7B85">
        <w:rPr>
          <w:rFonts w:asciiTheme="minorHAnsi" w:hAnsiTheme="minorHAnsi"/>
          <w:sz w:val="22"/>
          <w:szCs w:val="22"/>
        </w:rPr>
        <w:t xml:space="preserve"> má možnost registrovat se do systému JOSEPHINE vyplněním registračního formuláře na doméně </w:t>
      </w:r>
      <w:hyperlink r:id="rId9" w:history="1">
        <w:r w:rsidR="00DA5F20" w:rsidRPr="00CD7B85">
          <w:rPr>
            <w:rStyle w:val="Hypertextovodkaz"/>
            <w:rFonts w:asciiTheme="minorHAnsi" w:eastAsiaTheme="majorEastAsia" w:hAnsiTheme="minorHAnsi"/>
            <w:color w:val="auto"/>
            <w:sz w:val="22"/>
            <w:szCs w:val="22"/>
          </w:rPr>
          <w:t>https://josephine.proebiz.com</w:t>
        </w:r>
      </w:hyperlink>
      <w:r w:rsidR="00DA5F20" w:rsidRPr="00CD7B85">
        <w:rPr>
          <w:rFonts w:asciiTheme="minorHAnsi" w:hAnsiTheme="minorHAnsi"/>
          <w:sz w:val="22"/>
          <w:szCs w:val="22"/>
        </w:rPr>
        <w:t xml:space="preserve"> a postupem uvedeným ve formuláři. </w:t>
      </w:r>
    </w:p>
    <w:p w:rsidR="00DB1B1B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F844CD" w:rsidRPr="00CD7B85">
        <w:rPr>
          <w:rFonts w:asciiTheme="minorHAnsi" w:hAnsiTheme="minorHAnsi"/>
          <w:sz w:val="22"/>
          <w:szCs w:val="22"/>
        </w:rPr>
        <w:t xml:space="preserve">V případě, že v systému JOSEPHINE dosud nejste registrováni, vyplníte registrační formulář způsobem </w:t>
      </w:r>
      <w:r w:rsidR="00F844C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bez doložení Plné moci a bez elektronického podpisu</w:t>
      </w:r>
      <w:r w:rsidR="00F844CD" w:rsidRPr="00CD7B85">
        <w:rPr>
          <w:rFonts w:asciiTheme="minorHAnsi" w:hAnsiTheme="minorHAnsi"/>
          <w:sz w:val="22"/>
          <w:szCs w:val="22"/>
        </w:rPr>
        <w:t xml:space="preserve">. </w:t>
      </w:r>
      <w:r w:rsidR="00ED5235" w:rsidRPr="00CD7B85">
        <w:rPr>
          <w:rFonts w:asciiTheme="minorHAnsi" w:hAnsiTheme="minorHAnsi"/>
          <w:sz w:val="22"/>
          <w:szCs w:val="22"/>
        </w:rPr>
        <w:t xml:space="preserve">Odesláním registračního formuláře je registrující osoba </w:t>
      </w:r>
      <w:r w:rsidR="00F2047E" w:rsidRPr="00CD7B85">
        <w:rPr>
          <w:rFonts w:asciiTheme="minorHAnsi" w:hAnsiTheme="minorHAnsi"/>
          <w:sz w:val="22"/>
          <w:szCs w:val="22"/>
        </w:rPr>
        <w:t xml:space="preserve">automaticky </w:t>
      </w:r>
      <w:r w:rsidR="00ED5235" w:rsidRPr="00CD7B85">
        <w:rPr>
          <w:rFonts w:asciiTheme="minorHAnsi" w:hAnsiTheme="minorHAnsi"/>
          <w:sz w:val="22"/>
          <w:szCs w:val="22"/>
        </w:rPr>
        <w:t>oprávněna činit elektronické úkony ve veře</w:t>
      </w:r>
      <w:r w:rsidR="00F2047E" w:rsidRPr="00CD7B85">
        <w:rPr>
          <w:rFonts w:asciiTheme="minorHAnsi" w:hAnsiTheme="minorHAnsi"/>
          <w:sz w:val="22"/>
          <w:szCs w:val="22"/>
        </w:rPr>
        <w:t>jných zakázkách</w:t>
      </w:r>
      <w:r w:rsidR="00C465C6" w:rsidRPr="00CD7B85">
        <w:rPr>
          <w:rFonts w:asciiTheme="minorHAnsi" w:hAnsiTheme="minorHAnsi"/>
          <w:sz w:val="22"/>
          <w:szCs w:val="22"/>
        </w:rPr>
        <w:t>,</w:t>
      </w:r>
      <w:r w:rsidR="00F2047E" w:rsidRPr="00CD7B85">
        <w:rPr>
          <w:rFonts w:asciiTheme="minorHAnsi" w:hAnsiTheme="minorHAnsi"/>
          <w:sz w:val="22"/>
          <w:szCs w:val="22"/>
        </w:rPr>
        <w:t xml:space="preserve"> </w:t>
      </w:r>
      <w:r w:rsidR="00ED5235" w:rsidRPr="00CD7B85">
        <w:rPr>
          <w:rFonts w:asciiTheme="minorHAnsi" w:hAnsiTheme="minorHAnsi"/>
          <w:sz w:val="22"/>
          <w:szCs w:val="22"/>
        </w:rPr>
        <w:t xml:space="preserve">u nichž </w:t>
      </w:r>
      <w:r w:rsidR="00F2047E" w:rsidRPr="00CD7B85">
        <w:rPr>
          <w:rFonts w:asciiTheme="minorHAnsi" w:hAnsiTheme="minorHAnsi"/>
          <w:sz w:val="22"/>
          <w:szCs w:val="22"/>
        </w:rPr>
        <w:t xml:space="preserve">není stanovena </w:t>
      </w:r>
      <w:r w:rsidR="00B54901" w:rsidRPr="00CD7B85">
        <w:rPr>
          <w:rFonts w:asciiTheme="minorHAnsi" w:hAnsiTheme="minorHAnsi"/>
          <w:sz w:val="22"/>
          <w:szCs w:val="22"/>
        </w:rPr>
        <w:t xml:space="preserve">povinnost </w:t>
      </w:r>
      <w:r w:rsidR="00C465C6" w:rsidRPr="00CD7B85">
        <w:rPr>
          <w:rFonts w:asciiTheme="minorHAnsi" w:hAnsiTheme="minorHAnsi"/>
          <w:sz w:val="22"/>
          <w:szCs w:val="22"/>
        </w:rPr>
        <w:t xml:space="preserve">použití </w:t>
      </w:r>
      <w:r w:rsidR="00B54901" w:rsidRPr="00CD7B85">
        <w:rPr>
          <w:rFonts w:asciiTheme="minorHAnsi" w:hAnsiTheme="minorHAnsi"/>
          <w:sz w:val="22"/>
          <w:szCs w:val="22"/>
        </w:rPr>
        <w:t xml:space="preserve">elektronického podpisu. </w:t>
      </w:r>
      <w:r w:rsidR="00DB1B1B" w:rsidRPr="00CD7B85">
        <w:rPr>
          <w:rFonts w:asciiTheme="minorHAnsi" w:hAnsiTheme="minorHAnsi"/>
          <w:sz w:val="22"/>
          <w:szCs w:val="22"/>
        </w:rPr>
        <w:t xml:space="preserve">O odeslání registračního formuláře je registrující osobě odeslán notifikační </w:t>
      </w:r>
      <w:r w:rsidR="00255B4B" w:rsidRPr="00CD7B85">
        <w:rPr>
          <w:rFonts w:asciiTheme="minorHAnsi" w:hAnsiTheme="minorHAnsi"/>
          <w:sz w:val="22"/>
          <w:szCs w:val="22"/>
        </w:rPr>
        <w:t>e-</w:t>
      </w:r>
      <w:r w:rsidR="00DB1B1B" w:rsidRPr="00CD7B85">
        <w:rPr>
          <w:rFonts w:asciiTheme="minorHAnsi" w:hAnsiTheme="minorHAnsi"/>
          <w:sz w:val="22"/>
          <w:szCs w:val="22"/>
        </w:rPr>
        <w:t>mail.</w:t>
      </w:r>
    </w:p>
    <w:p w:rsidR="00F844CD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</w:t>
      </w:r>
      <w:r w:rsidR="00F844CD" w:rsidRPr="00CD7B85">
        <w:rPr>
          <w:rFonts w:asciiTheme="minorHAnsi" w:hAnsiTheme="minorHAnsi"/>
          <w:color w:val="auto"/>
          <w:sz w:val="22"/>
          <w:szCs w:val="22"/>
          <w:lang w:val="cs-CZ"/>
        </w:rPr>
        <w:t>3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 xml:space="preserve">Zadavatel upozorňuje, že 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proces re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gistrace osoby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 xml:space="preserve"> je jednorázovým úkonem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a že tento je nezávislý na podání nabídky v konkrétní veřejné zakázce. Je tedy 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>v zájmu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 xml:space="preserve"> tuto registraci provést v dostatečné lhůtě před ukončením podání nabídek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. </w:t>
      </w:r>
    </w:p>
    <w:p w:rsidR="00DA5F20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2.7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Osoba účastníka si po přihlášení do systému JOSEPHINE zvolí veřejnou zakázku a nabídku vloží do určeného formuláře na podání nabídky, který najde v záložce „Nabídky/žádost“. K úspěšnému přihlášení se do systému pro úkony ve veřejných zakázkách malého rozsahu nevyžadujících elektronický podpis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,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u w:val="single"/>
          <w:lang w:val="cs-CZ"/>
        </w:rPr>
        <w:t>stačí vstoupit pomocí hesla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.</w:t>
      </w:r>
      <w:r w:rsidR="00DA5F20" w:rsidRPr="00CD7B85">
        <w:rPr>
          <w:rFonts w:asciiTheme="minorHAnsi" w:hAnsiTheme="minorHAnsi" w:cs="Arial"/>
          <w:i/>
          <w:color w:val="auto"/>
          <w:sz w:val="22"/>
          <w:szCs w:val="22"/>
          <w:lang w:val="cs-CZ"/>
        </w:rPr>
        <w:t xml:space="preserve">  </w:t>
      </w:r>
    </w:p>
    <w:p w:rsidR="0018209E" w:rsidRDefault="00DB1B1B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2.8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ab/>
        <w:t>Pod</w:t>
      </w:r>
      <w:r w:rsidR="00402345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r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obný postup registrace je uveden v systému JOSEPHINE v prostředí vyplňování registračního formuláře, v případě </w:t>
      </w:r>
      <w:r w:rsidR="0018209E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jakýchkoliv 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nejasnost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>í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,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a to v pracovních dnech v čase 08:00-16:30 hod. 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na tel. čísle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lang w:val="cs-CZ"/>
        </w:rPr>
        <w:t>597 587 111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lang w:val="cs-CZ"/>
        </w:rPr>
        <w:t>.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</w:t>
      </w: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6B3AD2" w:rsidRDefault="006B3AD2" w:rsidP="004220F1">
      <w:pPr>
        <w:pStyle w:val="Nadpis5"/>
        <w:tabs>
          <w:tab w:val="left" w:pos="1440"/>
        </w:tabs>
        <w:spacing w:line="276" w:lineRule="auto"/>
        <w:rPr>
          <w:rFonts w:asciiTheme="minorHAnsi" w:hAnsiTheme="minorHAnsi"/>
          <w:b/>
          <w:color w:val="auto"/>
        </w:rPr>
      </w:pPr>
    </w:p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3.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Elektronické podávání nabídek</w:t>
      </w:r>
    </w:p>
    <w:p w:rsidR="00CD7B85" w:rsidRPr="00CD7B85" w:rsidRDefault="00CD7B85" w:rsidP="00CD7B85"/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Účastník podává nabídku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el</w:t>
      </w:r>
      <w:r w:rsidR="00B62741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ektronicky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a </w:t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vloží ji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 do systému JOSEPHINE, který je umístěn na webové adrese </w:t>
      </w:r>
      <w:hyperlink r:id="rId10" w:history="1">
        <w:r w:rsidRPr="00CD7B85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https://josephine.proebiz.com/</w:t>
        </w:r>
      </w:hyperlink>
      <w:r w:rsidRPr="00CD7B85">
        <w:rPr>
          <w:rFonts w:asciiTheme="minorHAnsi" w:eastAsia="Arial,Bold" w:hAnsiTheme="minorHAnsi"/>
          <w:b/>
          <w:sz w:val="22"/>
          <w:szCs w:val="22"/>
          <w:highlight w:val="yellow"/>
          <w:u w:val="single"/>
        </w:rPr>
        <w:t>.</w:t>
      </w:r>
      <w:r w:rsidRPr="00CD7B85">
        <w:rPr>
          <w:rFonts w:asciiTheme="minorHAnsi" w:hAnsiTheme="minorHAnsi"/>
          <w:b/>
          <w:sz w:val="22"/>
          <w:szCs w:val="22"/>
          <w:u w:val="single"/>
        </w:rPr>
        <w:t xml:space="preserve"> </w:t>
      </w:r>
    </w:p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</w:t>
      </w:r>
      <w:r w:rsidR="0077666D" w:rsidRPr="00CD7B85">
        <w:rPr>
          <w:rFonts w:asciiTheme="minorHAnsi" w:hAnsiTheme="minorHAnsi"/>
          <w:sz w:val="22"/>
          <w:szCs w:val="22"/>
        </w:rPr>
        <w:t>.2</w:t>
      </w:r>
      <w:r w:rsidR="0077666D"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sz w:val="22"/>
          <w:szCs w:val="22"/>
        </w:rPr>
        <w:tab/>
        <w:t xml:space="preserve">Vložení nabídky provede účastník </w:t>
      </w:r>
      <w:r w:rsidRPr="00CD7B85">
        <w:rPr>
          <w:rFonts w:asciiTheme="minorHAnsi" w:hAnsiTheme="minorHAnsi"/>
          <w:sz w:val="22"/>
          <w:szCs w:val="22"/>
        </w:rPr>
        <w:t>vyplněním nabídkového (elektronické</w:t>
      </w:r>
      <w:r w:rsidR="00FF1F97" w:rsidRPr="00CD7B85">
        <w:rPr>
          <w:rFonts w:asciiTheme="minorHAnsi" w:hAnsiTheme="minorHAnsi"/>
          <w:sz w:val="22"/>
          <w:szCs w:val="22"/>
        </w:rPr>
        <w:t>ho) formuláře a</w:t>
      </w:r>
      <w:r w:rsidR="0077666D" w:rsidRPr="00CD7B85">
        <w:rPr>
          <w:rFonts w:asciiTheme="minorHAnsi" w:hAnsiTheme="minorHAnsi"/>
          <w:sz w:val="22"/>
          <w:szCs w:val="22"/>
        </w:rPr>
        <w:t xml:space="preserve"> přiložením</w:t>
      </w:r>
      <w:r w:rsidR="00FF1F97" w:rsidRPr="00CD7B85">
        <w:rPr>
          <w:rFonts w:asciiTheme="minorHAnsi" w:hAnsiTheme="minorHAnsi"/>
          <w:sz w:val="22"/>
          <w:szCs w:val="22"/>
        </w:rPr>
        <w:t xml:space="preserve"> dokumentů</w:t>
      </w:r>
      <w:r w:rsidRPr="00CD7B85">
        <w:rPr>
          <w:rFonts w:asciiTheme="minorHAnsi" w:hAnsiTheme="minorHAnsi"/>
          <w:sz w:val="22"/>
          <w:szCs w:val="22"/>
        </w:rPr>
        <w:t xml:space="preserve"> v požadovaném formátu</w:t>
      </w:r>
      <w:r w:rsidR="0077666D" w:rsidRPr="00CD7B85">
        <w:rPr>
          <w:rFonts w:asciiTheme="minorHAnsi" w:hAnsiTheme="minorHAnsi"/>
          <w:sz w:val="22"/>
          <w:szCs w:val="22"/>
        </w:rPr>
        <w:t>,</w:t>
      </w:r>
      <w:r w:rsidR="0018209E" w:rsidRPr="00CD7B85">
        <w:rPr>
          <w:rFonts w:asciiTheme="minorHAnsi" w:hAnsiTheme="minorHAnsi"/>
          <w:sz w:val="22"/>
          <w:szCs w:val="22"/>
        </w:rPr>
        <w:t xml:space="preserve"> rozsahu a</w:t>
      </w:r>
      <w:r w:rsidR="0077666D" w:rsidRPr="00CD7B85">
        <w:rPr>
          <w:rFonts w:asciiTheme="minorHAnsi" w:hAnsiTheme="minorHAnsi"/>
          <w:sz w:val="22"/>
          <w:szCs w:val="22"/>
        </w:rPr>
        <w:t xml:space="preserve"> řazení</w:t>
      </w:r>
      <w:r w:rsidR="0018209E"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 xml:space="preserve">dle požadavku </w:t>
      </w:r>
      <w:r w:rsidR="0077666D" w:rsidRPr="00CD7B85">
        <w:rPr>
          <w:rFonts w:asciiTheme="minorHAnsi" w:hAnsiTheme="minorHAnsi"/>
          <w:sz w:val="22"/>
          <w:szCs w:val="22"/>
        </w:rPr>
        <w:t>zadavatele.</w:t>
      </w:r>
    </w:p>
    <w:p w:rsidR="003231E8" w:rsidRPr="00CD7B85" w:rsidRDefault="003231E8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3.3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Vyplnění</w:t>
      </w:r>
      <w:r w:rsidR="00D020CF" w:rsidRPr="00CD7B85">
        <w:rPr>
          <w:rFonts w:asciiTheme="minorHAnsi" w:hAnsiTheme="minorHAnsi"/>
          <w:sz w:val="22"/>
          <w:szCs w:val="22"/>
        </w:rPr>
        <w:t>m</w:t>
      </w:r>
      <w:r w:rsidRPr="00CD7B85">
        <w:rPr>
          <w:rFonts w:asciiTheme="minorHAnsi" w:hAnsiTheme="minorHAnsi"/>
          <w:sz w:val="22"/>
          <w:szCs w:val="22"/>
        </w:rPr>
        <w:t xml:space="preserve"> nabídkového (elektronického) formuláře se rozumí vložení nabídkové ceny (resp. nabídkových cen) do sloupce „Jednotková cena bez DPH – Kr</w:t>
      </w:r>
      <w:r w:rsidR="00C74B52" w:rsidRPr="00CD7B85">
        <w:rPr>
          <w:rFonts w:asciiTheme="minorHAnsi" w:hAnsiTheme="minorHAnsi"/>
          <w:sz w:val="22"/>
          <w:szCs w:val="22"/>
        </w:rPr>
        <w:t>itérium hodnocení (měna)“,</w:t>
      </w:r>
      <w:r w:rsidRPr="00CD7B85">
        <w:rPr>
          <w:rFonts w:asciiTheme="minorHAnsi" w:hAnsiTheme="minorHAnsi"/>
          <w:sz w:val="22"/>
          <w:szCs w:val="22"/>
        </w:rPr>
        <w:t xml:space="preserve"> vyplněním hodnoty sazby DPH uvedené v % do sloupce „</w:t>
      </w:r>
      <w:r w:rsidR="0000663B" w:rsidRPr="00CD7B85">
        <w:rPr>
          <w:rFonts w:asciiTheme="minorHAnsi" w:hAnsiTheme="minorHAnsi"/>
          <w:sz w:val="22"/>
          <w:szCs w:val="22"/>
        </w:rPr>
        <w:t>V</w:t>
      </w:r>
      <w:r w:rsidRPr="00CD7B85">
        <w:rPr>
          <w:rFonts w:asciiTheme="minorHAnsi" w:hAnsiTheme="minorHAnsi"/>
          <w:sz w:val="22"/>
          <w:szCs w:val="22"/>
        </w:rPr>
        <w:t>yplnit DPH“</w:t>
      </w:r>
      <w:r w:rsidR="00C74B52" w:rsidRPr="00CD7B85">
        <w:rPr>
          <w:rFonts w:asciiTheme="minorHAnsi" w:hAnsiTheme="minorHAnsi"/>
          <w:sz w:val="22"/>
          <w:szCs w:val="22"/>
        </w:rPr>
        <w:t xml:space="preserve"> a dále vyplněním dalších údajů </w:t>
      </w:r>
      <w:r w:rsidR="00EE2384" w:rsidRPr="00CD7B85">
        <w:rPr>
          <w:rFonts w:asciiTheme="minorHAnsi" w:hAnsiTheme="minorHAnsi"/>
          <w:b/>
          <w:sz w:val="22"/>
          <w:szCs w:val="22"/>
          <w:u w:val="single"/>
        </w:rPr>
        <w:t>a dokumentů</w:t>
      </w:r>
      <w:r w:rsidR="00EE2384" w:rsidRPr="00CD7B85">
        <w:rPr>
          <w:rFonts w:asciiTheme="minorHAnsi" w:hAnsiTheme="minorHAnsi"/>
          <w:sz w:val="22"/>
          <w:szCs w:val="22"/>
        </w:rPr>
        <w:t xml:space="preserve"> </w:t>
      </w:r>
      <w:r w:rsidR="00C74B52" w:rsidRPr="00CD7B85">
        <w:rPr>
          <w:rFonts w:asciiTheme="minorHAnsi" w:hAnsiTheme="minorHAnsi"/>
          <w:sz w:val="22"/>
          <w:szCs w:val="22"/>
        </w:rPr>
        <w:t>požadovaných zadavatelem</w:t>
      </w:r>
      <w:r w:rsidRPr="00CD7B85">
        <w:rPr>
          <w:rFonts w:asciiTheme="minorHAnsi" w:hAnsiTheme="minorHAnsi"/>
          <w:sz w:val="22"/>
          <w:szCs w:val="22"/>
        </w:rPr>
        <w:t>. V případě, že zadavatel stanovil jako kritérium hodnocení cenu včetně DPH, je sloupec k vyplnění cenové nabídky opatřen názvem „Jednotková cena s DPH – Kritérium hodnocení (měna)“</w:t>
      </w:r>
      <w:r w:rsidR="0000663B" w:rsidRPr="00CD7B85">
        <w:rPr>
          <w:rFonts w:asciiTheme="minorHAnsi" w:hAnsiTheme="minorHAnsi"/>
          <w:sz w:val="22"/>
          <w:szCs w:val="22"/>
        </w:rPr>
        <w:t xml:space="preserve">. Zadavatel uvádí, že cenové nabídky uvedené ve sloupci „Kritérium hodnocení“ jsou vždy cenami určenými pro hodnocení nabídek a </w:t>
      </w:r>
      <w:r w:rsidR="00D020CF" w:rsidRPr="00CD7B85">
        <w:rPr>
          <w:rFonts w:asciiTheme="minorHAnsi" w:hAnsiTheme="minorHAnsi"/>
          <w:sz w:val="22"/>
          <w:szCs w:val="22"/>
        </w:rPr>
        <w:t xml:space="preserve">že </w:t>
      </w:r>
      <w:r w:rsidR="0000663B" w:rsidRPr="00CD7B85">
        <w:rPr>
          <w:rFonts w:asciiTheme="minorHAnsi" w:hAnsiTheme="minorHAnsi"/>
          <w:sz w:val="22"/>
          <w:szCs w:val="22"/>
        </w:rPr>
        <w:t>v případě jakékoliv neshody s cenami uvedenými mimo nabídkový (elektronický) formulář bude mít přednost nabídka uvedená v elektronickém formuláři.</w:t>
      </w:r>
      <w:r w:rsidR="00C74B52" w:rsidRPr="00CD7B85">
        <w:rPr>
          <w:rFonts w:asciiTheme="minorHAnsi" w:hAnsiTheme="minorHAnsi"/>
          <w:sz w:val="22"/>
          <w:szCs w:val="22"/>
        </w:rPr>
        <w:t xml:space="preserve"> </w:t>
      </w:r>
    </w:p>
    <w:p w:rsidR="00782EA7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3231E8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 podává nabí</w:t>
      </w:r>
      <w:r w:rsidR="0018209E" w:rsidRPr="00CD7B85">
        <w:rPr>
          <w:rFonts w:asciiTheme="minorHAnsi" w:hAnsiTheme="minorHAnsi"/>
          <w:sz w:val="22"/>
          <w:szCs w:val="22"/>
        </w:rPr>
        <w:t>dku ve lhůtě pro podání nabídek. P</w:t>
      </w:r>
      <w:r w:rsidRPr="00CD7B85">
        <w:rPr>
          <w:rFonts w:asciiTheme="minorHAnsi" w:hAnsiTheme="minorHAnsi"/>
          <w:sz w:val="22"/>
          <w:szCs w:val="22"/>
        </w:rPr>
        <w:t xml:space="preserve">odáním nabídky ve lhůtě </w:t>
      </w:r>
      <w:r w:rsidR="00FF1F97" w:rsidRPr="00CD7B85">
        <w:rPr>
          <w:rFonts w:asciiTheme="minorHAnsi" w:hAnsiTheme="minorHAnsi"/>
          <w:sz w:val="22"/>
          <w:szCs w:val="22"/>
        </w:rPr>
        <w:t xml:space="preserve">podání nabídek </w:t>
      </w:r>
      <w:r w:rsidRPr="00CD7B85">
        <w:rPr>
          <w:rFonts w:asciiTheme="minorHAnsi" w:hAnsiTheme="minorHAnsi"/>
          <w:sz w:val="22"/>
          <w:szCs w:val="22"/>
        </w:rPr>
        <w:t xml:space="preserve">se rozumí podání nabídky v čase včetně nejmenší </w:t>
      </w:r>
      <w:r w:rsidR="0018209E" w:rsidRPr="00CD7B85">
        <w:rPr>
          <w:rFonts w:asciiTheme="minorHAnsi" w:hAnsiTheme="minorHAnsi"/>
          <w:sz w:val="22"/>
          <w:szCs w:val="22"/>
        </w:rPr>
        <w:t xml:space="preserve">uvedené </w:t>
      </w:r>
      <w:r w:rsidRPr="00CD7B85">
        <w:rPr>
          <w:rFonts w:asciiTheme="minorHAnsi" w:hAnsiTheme="minorHAnsi"/>
          <w:sz w:val="22"/>
          <w:szCs w:val="22"/>
        </w:rPr>
        <w:t xml:space="preserve">časové jednotky určené pro podání nabídky. Nejmenší možnou časovou jednotkou systému určenou pro podání nabídek je sekunda. </w:t>
      </w:r>
      <w:r w:rsidR="00EE2384" w:rsidRPr="00CD7B85">
        <w:rPr>
          <w:rFonts w:asciiTheme="minorHAnsi" w:hAnsiTheme="minorHAnsi"/>
          <w:sz w:val="22"/>
          <w:szCs w:val="22"/>
        </w:rPr>
        <w:t>Účastníkovi jsou před odesláním nabídky zobrazeny základní informace k nabídce a tyto informace si může po odeslání nabídky uložit do svého počítače v jednoduchém souborovém formátu CSV.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5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 xml:space="preserve">Nabídka podaná </w:t>
      </w:r>
      <w:r w:rsidR="00DA5F20" w:rsidRPr="00CD7B85">
        <w:rPr>
          <w:rFonts w:asciiTheme="minorHAnsi" w:hAnsiTheme="minorHAnsi"/>
          <w:b/>
          <w:sz w:val="22"/>
          <w:szCs w:val="22"/>
        </w:rPr>
        <w:t>po uplynutí lhůty</w:t>
      </w:r>
      <w:r w:rsidR="0077666D" w:rsidRPr="00CD7B85">
        <w:rPr>
          <w:rFonts w:asciiTheme="minorHAnsi" w:hAnsiTheme="minorHAnsi"/>
          <w:sz w:val="22"/>
          <w:szCs w:val="22"/>
        </w:rPr>
        <w:t xml:space="preserve"> pro podání nabídek bude </w:t>
      </w:r>
      <w:r w:rsidR="00DA5F20" w:rsidRPr="00CD7B85">
        <w:rPr>
          <w:rFonts w:asciiTheme="minorHAnsi" w:hAnsiTheme="minorHAnsi"/>
          <w:sz w:val="22"/>
          <w:szCs w:val="22"/>
        </w:rPr>
        <w:t>systémem přijata</w:t>
      </w:r>
      <w:r w:rsidR="0077666D" w:rsidRPr="00CD7B85">
        <w:rPr>
          <w:rFonts w:asciiTheme="minorHAnsi" w:hAnsiTheme="minorHAnsi"/>
          <w:sz w:val="22"/>
          <w:szCs w:val="22"/>
        </w:rPr>
        <w:t xml:space="preserve"> jako nabídka podaná po lhůtě podání nabídek; tato nabídka </w:t>
      </w:r>
      <w:r w:rsidR="00DA5F20" w:rsidRPr="00CD7B85">
        <w:rPr>
          <w:rFonts w:asciiTheme="minorHAnsi" w:hAnsiTheme="minorHAnsi"/>
          <w:b/>
          <w:sz w:val="22"/>
          <w:szCs w:val="22"/>
        </w:rPr>
        <w:t>nebude zařazena mezi nabídky určené k otevírání nabídek</w:t>
      </w:r>
      <w:r w:rsidR="00FF1F97" w:rsidRPr="00CD7B85">
        <w:rPr>
          <w:rFonts w:asciiTheme="minorHAnsi" w:hAnsiTheme="minorHAnsi"/>
          <w:sz w:val="22"/>
          <w:szCs w:val="22"/>
        </w:rPr>
        <w:t xml:space="preserve"> a </w:t>
      </w:r>
      <w:r w:rsidR="00DA5F20" w:rsidRPr="00CD7B85">
        <w:rPr>
          <w:rFonts w:asciiTheme="minorHAnsi" w:hAnsiTheme="minorHAnsi"/>
          <w:sz w:val="22"/>
          <w:szCs w:val="22"/>
        </w:rPr>
        <w:t xml:space="preserve">zadavateli </w:t>
      </w:r>
      <w:r w:rsidR="00FF1F97" w:rsidRPr="00CD7B85">
        <w:rPr>
          <w:rFonts w:asciiTheme="minorHAnsi" w:hAnsiTheme="minorHAnsi"/>
          <w:sz w:val="22"/>
          <w:szCs w:val="22"/>
        </w:rPr>
        <w:t xml:space="preserve">nebude </w:t>
      </w:r>
      <w:r w:rsidR="00DA5F20" w:rsidRPr="00CD7B85">
        <w:rPr>
          <w:rFonts w:asciiTheme="minorHAnsi" w:hAnsiTheme="minorHAnsi"/>
          <w:sz w:val="22"/>
          <w:szCs w:val="22"/>
        </w:rPr>
        <w:t>zpřístupněna.</w:t>
      </w:r>
      <w:r w:rsidR="00FF1F97" w:rsidRPr="00CD7B85">
        <w:rPr>
          <w:rFonts w:asciiTheme="minorHAnsi" w:hAnsiTheme="minorHAnsi"/>
          <w:sz w:val="22"/>
          <w:szCs w:val="22"/>
        </w:rPr>
        <w:t xml:space="preserve"> O této skutečnosti bude úč</w:t>
      </w:r>
      <w:r w:rsidR="00255B4B" w:rsidRPr="00CD7B85">
        <w:rPr>
          <w:rFonts w:asciiTheme="minorHAnsi" w:hAnsiTheme="minorHAnsi"/>
          <w:sz w:val="22"/>
          <w:szCs w:val="22"/>
        </w:rPr>
        <w:t>astníkovi odeslán notifikační e-</w:t>
      </w:r>
      <w:r w:rsidR="00FF1F97" w:rsidRPr="00CD7B85">
        <w:rPr>
          <w:rFonts w:asciiTheme="minorHAnsi" w:hAnsiTheme="minorHAnsi"/>
          <w:sz w:val="22"/>
          <w:szCs w:val="22"/>
        </w:rPr>
        <w:t>mail.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6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>Zadavatel upozorňuje, že účastník může ve lhůtě podání nabídek podat pou</w:t>
      </w:r>
      <w:r w:rsidR="0018209E" w:rsidRPr="00CD7B85">
        <w:rPr>
          <w:rFonts w:asciiTheme="minorHAnsi" w:hAnsiTheme="minorHAnsi"/>
          <w:sz w:val="22"/>
          <w:szCs w:val="22"/>
        </w:rPr>
        <w:t xml:space="preserve">ze jednu nabídku. Účastník může </w:t>
      </w:r>
      <w:r w:rsidR="00DA5F20" w:rsidRPr="00CD7B85">
        <w:rPr>
          <w:rFonts w:asciiTheme="minorHAnsi" w:hAnsiTheme="minorHAnsi"/>
          <w:sz w:val="22"/>
          <w:szCs w:val="22"/>
        </w:rPr>
        <w:t>v průběh</w:t>
      </w:r>
      <w:r w:rsidR="0018209E" w:rsidRPr="00CD7B85">
        <w:rPr>
          <w:rFonts w:asciiTheme="minorHAnsi" w:hAnsiTheme="minorHAnsi"/>
          <w:sz w:val="22"/>
          <w:szCs w:val="22"/>
        </w:rPr>
        <w:t>u lhůty pro podání nabídky svou nabídku kdykoliv stáhnout. S</w:t>
      </w:r>
      <w:r w:rsidR="00DA5F20" w:rsidRPr="00CD7B85">
        <w:rPr>
          <w:rFonts w:asciiTheme="minorHAnsi" w:hAnsiTheme="minorHAnsi"/>
          <w:sz w:val="22"/>
          <w:szCs w:val="22"/>
        </w:rPr>
        <w:t>tažení nabídky je mož</w:t>
      </w:r>
      <w:r w:rsidR="00FF1F97" w:rsidRPr="00CD7B85">
        <w:rPr>
          <w:rFonts w:asciiTheme="minorHAnsi" w:hAnsiTheme="minorHAnsi"/>
          <w:sz w:val="22"/>
          <w:szCs w:val="22"/>
        </w:rPr>
        <w:t>né provést kliknutím na ikonu</w:t>
      </w:r>
      <w:r w:rsidR="00032E35" w:rsidRPr="00CD7B85">
        <w:rPr>
          <w:rFonts w:asciiTheme="minorHAnsi" w:hAnsiTheme="minorHAnsi"/>
          <w:sz w:val="22"/>
          <w:szCs w:val="22"/>
        </w:rPr>
        <w:t xml:space="preserve"> koše</w:t>
      </w:r>
      <w:r w:rsidR="00DA5F20" w:rsidRPr="00CD7B85">
        <w:rPr>
          <w:rFonts w:asciiTheme="minorHAnsi" w:hAnsiTheme="minorHAnsi"/>
          <w:sz w:val="22"/>
          <w:szCs w:val="22"/>
        </w:rPr>
        <w:t xml:space="preserve"> „Stáhnout nabídku“. V případě zájmu účastníka o změnu předložené nabídky ve lhůtě pro podání nabídky je nutné nejprve předchozí nabídku stáhnout a až poté vložit novou nabídku. 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>Vložením/stažením nabídky se vždy rozumí práce s </w:t>
      </w:r>
      <w:r w:rsidR="0018209E" w:rsidRPr="00CD7B85">
        <w:rPr>
          <w:rFonts w:asciiTheme="minorHAnsi" w:hAnsiTheme="minorHAnsi"/>
          <w:b/>
          <w:sz w:val="22"/>
          <w:szCs w:val="22"/>
          <w:u w:val="single"/>
        </w:rPr>
        <w:t>celou nabídkou;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 xml:space="preserve"> v systému nelze provádět dílčí opravy, úpravy či měnit jednotlivé dokumenty. </w:t>
      </w:r>
    </w:p>
    <w:p w:rsidR="00FF054E" w:rsidRDefault="00FF054E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286239" w:rsidRDefault="00286239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286239" w:rsidRDefault="00286239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sectPr w:rsidR="00286239" w:rsidSect="009A5655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8C2" w:rsidRDefault="00C508C2" w:rsidP="00C508C2">
      <w:r>
        <w:separator/>
      </w:r>
    </w:p>
  </w:endnote>
  <w:endnote w:type="continuationSeparator" w:id="0">
    <w:p w:rsidR="00C508C2" w:rsidRDefault="00C508C2" w:rsidP="00C50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pat"/>
      <w:rPr>
        <w:rFonts w:ascii="Arial" w:hAnsi="Arial" w:cs="Arial"/>
        <w:b/>
        <w:color w:val="E36C0A"/>
        <w:sz w:val="14"/>
        <w:szCs w:val="14"/>
      </w:rPr>
    </w:pPr>
    <w:r w:rsidRPr="00C508C2">
      <w:rPr>
        <w:rFonts w:ascii="Arial" w:hAnsi="Arial" w:cs="Arial"/>
        <w:b/>
        <w:color w:val="E36C0A"/>
        <w:sz w:val="14"/>
        <w:szCs w:val="14"/>
      </w:rPr>
      <w:t>Veřejná zakázka malého rozsahu</w:t>
    </w:r>
  </w:p>
  <w:p w:rsidR="00C508C2" w:rsidRDefault="00C508C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8C2" w:rsidRDefault="00C508C2" w:rsidP="00C508C2">
      <w:r>
        <w:separator/>
      </w:r>
    </w:p>
  </w:footnote>
  <w:footnote w:type="continuationSeparator" w:id="0">
    <w:p w:rsidR="00C508C2" w:rsidRDefault="00C508C2" w:rsidP="00C508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hlav"/>
      <w:tabs>
        <w:tab w:val="left" w:pos="2580"/>
        <w:tab w:val="left" w:pos="2985"/>
      </w:tabs>
      <w:spacing w:after="120" w:line="276" w:lineRule="auto"/>
      <w:jc w:val="center"/>
      <w:rPr>
        <w:rFonts w:ascii="Arial" w:hAnsi="Arial" w:cs="Arial"/>
        <w:b/>
        <w:bCs/>
        <w:sz w:val="28"/>
        <w:szCs w:val="28"/>
      </w:rPr>
    </w:pPr>
    <w:r w:rsidRPr="00C508C2">
      <w:rPr>
        <w:rFonts w:ascii="Arial" w:hAnsi="Arial" w:cs="Arial"/>
        <w:b/>
        <w:bCs/>
        <w:sz w:val="28"/>
        <w:szCs w:val="28"/>
      </w:rPr>
      <w:t xml:space="preserve">Požadavky na elektronickou komunikaci </w:t>
    </w:r>
    <w:r w:rsidR="00B86036">
      <w:rPr>
        <w:rFonts w:ascii="Arial" w:hAnsi="Arial" w:cs="Arial"/>
        <w:b/>
        <w:bCs/>
        <w:sz w:val="28"/>
        <w:szCs w:val="28"/>
      </w:rPr>
      <w:t>VZMR</w:t>
    </w:r>
  </w:p>
  <w:p w:rsidR="00C508C2" w:rsidRDefault="00C508C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C474F"/>
    <w:multiLevelType w:val="hybridMultilevel"/>
    <w:tmpl w:val="BD501F5E"/>
    <w:lvl w:ilvl="0" w:tplc="04050001">
      <w:start w:val="1"/>
      <w:numFmt w:val="bullet"/>
      <w:lvlText w:val=""/>
      <w:lvlJc w:val="left"/>
      <w:pPr>
        <w:ind w:left="134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54E"/>
    <w:rsid w:val="000049F3"/>
    <w:rsid w:val="0000663B"/>
    <w:rsid w:val="00024F30"/>
    <w:rsid w:val="00032E35"/>
    <w:rsid w:val="00037BAD"/>
    <w:rsid w:val="0005133D"/>
    <w:rsid w:val="000738A6"/>
    <w:rsid w:val="00081192"/>
    <w:rsid w:val="000872F7"/>
    <w:rsid w:val="0008791A"/>
    <w:rsid w:val="000A51FA"/>
    <w:rsid w:val="000C6FA5"/>
    <w:rsid w:val="00116A23"/>
    <w:rsid w:val="00152467"/>
    <w:rsid w:val="0018209E"/>
    <w:rsid w:val="001A4350"/>
    <w:rsid w:val="001C0CAE"/>
    <w:rsid w:val="001D5E8B"/>
    <w:rsid w:val="001F6DB1"/>
    <w:rsid w:val="00216878"/>
    <w:rsid w:val="00255B4B"/>
    <w:rsid w:val="00282188"/>
    <w:rsid w:val="00286239"/>
    <w:rsid w:val="00290855"/>
    <w:rsid w:val="002939ED"/>
    <w:rsid w:val="002B6E9B"/>
    <w:rsid w:val="002E3678"/>
    <w:rsid w:val="002F2422"/>
    <w:rsid w:val="003231E8"/>
    <w:rsid w:val="003561B7"/>
    <w:rsid w:val="00393B59"/>
    <w:rsid w:val="0039473F"/>
    <w:rsid w:val="003C750C"/>
    <w:rsid w:val="0040059F"/>
    <w:rsid w:val="00401E3D"/>
    <w:rsid w:val="00402345"/>
    <w:rsid w:val="004220F1"/>
    <w:rsid w:val="004271EA"/>
    <w:rsid w:val="00463FB7"/>
    <w:rsid w:val="0047104A"/>
    <w:rsid w:val="004948C8"/>
    <w:rsid w:val="004A5F6B"/>
    <w:rsid w:val="004D61AF"/>
    <w:rsid w:val="004F358A"/>
    <w:rsid w:val="005143FA"/>
    <w:rsid w:val="005471ED"/>
    <w:rsid w:val="00572326"/>
    <w:rsid w:val="00592F1F"/>
    <w:rsid w:val="005936E3"/>
    <w:rsid w:val="005C745F"/>
    <w:rsid w:val="005E34E5"/>
    <w:rsid w:val="005E59AE"/>
    <w:rsid w:val="006706E9"/>
    <w:rsid w:val="006828D3"/>
    <w:rsid w:val="006B3AD2"/>
    <w:rsid w:val="006D1777"/>
    <w:rsid w:val="006F0F1E"/>
    <w:rsid w:val="00707600"/>
    <w:rsid w:val="007319BB"/>
    <w:rsid w:val="00732B2D"/>
    <w:rsid w:val="0077666D"/>
    <w:rsid w:val="00782EA7"/>
    <w:rsid w:val="00785539"/>
    <w:rsid w:val="00787792"/>
    <w:rsid w:val="00794000"/>
    <w:rsid w:val="007A79B0"/>
    <w:rsid w:val="007C0873"/>
    <w:rsid w:val="007C4554"/>
    <w:rsid w:val="007D7BB9"/>
    <w:rsid w:val="007E5971"/>
    <w:rsid w:val="008269A9"/>
    <w:rsid w:val="00855DD6"/>
    <w:rsid w:val="008C44E7"/>
    <w:rsid w:val="008F1680"/>
    <w:rsid w:val="00936F3A"/>
    <w:rsid w:val="0095383B"/>
    <w:rsid w:val="009A5655"/>
    <w:rsid w:val="009E50B2"/>
    <w:rsid w:val="00A00CAF"/>
    <w:rsid w:val="00A12115"/>
    <w:rsid w:val="00A12171"/>
    <w:rsid w:val="00A52959"/>
    <w:rsid w:val="00A65C30"/>
    <w:rsid w:val="00A77967"/>
    <w:rsid w:val="00A810C1"/>
    <w:rsid w:val="00A95C57"/>
    <w:rsid w:val="00AB5C68"/>
    <w:rsid w:val="00AB7D35"/>
    <w:rsid w:val="00AD10B0"/>
    <w:rsid w:val="00AD335C"/>
    <w:rsid w:val="00AD6EE2"/>
    <w:rsid w:val="00AF6306"/>
    <w:rsid w:val="00B0258D"/>
    <w:rsid w:val="00B03FF0"/>
    <w:rsid w:val="00B47E97"/>
    <w:rsid w:val="00B53D20"/>
    <w:rsid w:val="00B54901"/>
    <w:rsid w:val="00B62741"/>
    <w:rsid w:val="00B745FE"/>
    <w:rsid w:val="00B86036"/>
    <w:rsid w:val="00BB193B"/>
    <w:rsid w:val="00BB6FEC"/>
    <w:rsid w:val="00BE7426"/>
    <w:rsid w:val="00C1162E"/>
    <w:rsid w:val="00C13698"/>
    <w:rsid w:val="00C465C6"/>
    <w:rsid w:val="00C50052"/>
    <w:rsid w:val="00C508C2"/>
    <w:rsid w:val="00C74B52"/>
    <w:rsid w:val="00C77096"/>
    <w:rsid w:val="00C83138"/>
    <w:rsid w:val="00CD2E3F"/>
    <w:rsid w:val="00CD7B85"/>
    <w:rsid w:val="00CE3E16"/>
    <w:rsid w:val="00CF513F"/>
    <w:rsid w:val="00D020CF"/>
    <w:rsid w:val="00D05638"/>
    <w:rsid w:val="00D26B23"/>
    <w:rsid w:val="00D35EFE"/>
    <w:rsid w:val="00D7179E"/>
    <w:rsid w:val="00DA5F20"/>
    <w:rsid w:val="00DB1B1B"/>
    <w:rsid w:val="00DE3E4E"/>
    <w:rsid w:val="00E0682F"/>
    <w:rsid w:val="00E14CE9"/>
    <w:rsid w:val="00E4404C"/>
    <w:rsid w:val="00E54897"/>
    <w:rsid w:val="00E7410A"/>
    <w:rsid w:val="00ED5235"/>
    <w:rsid w:val="00EE2384"/>
    <w:rsid w:val="00EF678D"/>
    <w:rsid w:val="00F2047E"/>
    <w:rsid w:val="00F225E7"/>
    <w:rsid w:val="00F454E2"/>
    <w:rsid w:val="00F52578"/>
    <w:rsid w:val="00F844CD"/>
    <w:rsid w:val="00FA1FCA"/>
    <w:rsid w:val="00FF054E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FEAE1B-36F0-4830-A77C-18175B4CC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josephine.proebiz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FC5C9516-0785-4D9C-996D-1EABFCE2D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2E5B913D</Template>
  <TotalTime>54</TotalTime>
  <Pages>3</Pages>
  <Words>942</Words>
  <Characters>5560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Hečová Petra, Ing.</cp:lastModifiedBy>
  <cp:revision>12</cp:revision>
  <cp:lastPrinted>2023-01-11T11:54:00Z</cp:lastPrinted>
  <dcterms:created xsi:type="dcterms:W3CDTF">2022-03-09T11:11:00Z</dcterms:created>
  <dcterms:modified xsi:type="dcterms:W3CDTF">2025-03-05T07:59:00Z</dcterms:modified>
</cp:coreProperties>
</file>